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02D" w:rsidRDefault="0064702D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E5629A">
        <w:rPr>
          <w:rFonts w:ascii="Times New Roman" w:hAnsi="Times New Roman" w:cs="Times New Roman"/>
          <w:sz w:val="24"/>
          <w:szCs w:val="24"/>
          <w:lang w:val="sr-Cyrl-CS"/>
        </w:rPr>
        <w:t>Питања за наставну јединицу: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5629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Термотерапија</w:t>
      </w:r>
    </w:p>
    <w:p w:rsidR="0064702D" w:rsidRDefault="0064702D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64702D" w:rsidRDefault="0064702D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64702D" w:rsidRDefault="0064702D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</w:t>
      </w:r>
      <w:r w:rsidRPr="00E5629A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начини преношења топлоте на тело?наведи примере</w:t>
      </w:r>
    </w:p>
    <w:p w:rsidR="0064702D" w:rsidRDefault="0064702D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2.Шта је ендогена/егзогена топлота?</w:t>
      </w:r>
      <w:r w:rsidRPr="00E5629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4702D" w:rsidRPr="00BE6CAD" w:rsidRDefault="0064702D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3.Шта је сува/влажна топлота?</w:t>
      </w:r>
    </w:p>
    <w:p w:rsidR="0064702D" w:rsidRDefault="0064702D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4.Која су физичке карактеристике материја које се користе у термотерапији?</w:t>
      </w:r>
    </w:p>
    <w:p w:rsidR="0064702D" w:rsidRDefault="0064702D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5.Наведи физиолошка дејства топлоте на организам</w:t>
      </w:r>
      <w:r w:rsidRPr="00E5629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4702D" w:rsidRDefault="0064702D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6. Наведи терапијска дејства топлоте на организам</w:t>
      </w:r>
    </w:p>
    <w:p w:rsidR="0064702D" w:rsidRDefault="0064702D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7.Парафинотерапија-механизам деловања, начин апликације, индикације и контраиндикације</w:t>
      </w:r>
    </w:p>
    <w:p w:rsidR="0064702D" w:rsidRDefault="0064702D" w:rsidP="00880821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8.Парафанготерапија-механизам деловања, начин апликације, индикације и контраиндикације</w:t>
      </w:r>
    </w:p>
    <w:p w:rsidR="0064702D" w:rsidRDefault="0064702D" w:rsidP="00880821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9.Пелоидотерапија-механизам деловања, начин апликације, индикације и контраиндикације</w:t>
      </w:r>
    </w:p>
    <w:p w:rsidR="0064702D" w:rsidRDefault="0064702D" w:rsidP="00880821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10.Псамотерапија-механизам деловања, начин апликације, индикације и контраиндикације</w:t>
      </w:r>
    </w:p>
    <w:p w:rsidR="0064702D" w:rsidRDefault="0064702D" w:rsidP="00880821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11.Сауна-механизам деловања, начин апликације,индикације и контраиндикације</w:t>
      </w:r>
    </w:p>
    <w:p w:rsidR="0064702D" w:rsidRDefault="0064702D" w:rsidP="00880821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12.Криотерапија-механизам деловања, начин апликације, индикације и контраиндикације</w:t>
      </w:r>
    </w:p>
    <w:p w:rsidR="0064702D" w:rsidRDefault="0064702D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13.Индикације и контраиндикације за примену агенаса топле диферентне зоне</w:t>
      </w:r>
    </w:p>
    <w:p w:rsidR="0064702D" w:rsidRDefault="0064702D" w:rsidP="00880821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14.</w:t>
      </w:r>
      <w:r w:rsidRPr="008808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Индикације и контраиндикације за примену агенаса хладне диферентне зоне</w:t>
      </w:r>
    </w:p>
    <w:p w:rsidR="0064702D" w:rsidRDefault="0064702D" w:rsidP="00880821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15.Биофизичке особине топлоте,мере опреза при примени агенаса термотерапије</w:t>
      </w:r>
    </w:p>
    <w:p w:rsidR="0064702D" w:rsidRDefault="0064702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4702D" w:rsidRDefault="0064702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4702D" w:rsidRDefault="0064702D" w:rsidP="00D82D7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4702D" w:rsidRPr="00D82D74" w:rsidRDefault="0064702D" w:rsidP="00D82D7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64702D" w:rsidRPr="00D82D74" w:rsidSect="006E52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37A0A"/>
    <w:multiLevelType w:val="hybridMultilevel"/>
    <w:tmpl w:val="65087D8E"/>
    <w:lvl w:ilvl="0" w:tplc="C98CB6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B23F3"/>
    <w:multiLevelType w:val="hybridMultilevel"/>
    <w:tmpl w:val="24C05A3A"/>
    <w:lvl w:ilvl="0" w:tplc="BDC26BBA">
      <w:start w:val="1"/>
      <w:numFmt w:val="decimal"/>
      <w:lvlText w:val="%1."/>
      <w:lvlJc w:val="left"/>
      <w:pPr>
        <w:ind w:left="495" w:hanging="360"/>
      </w:pPr>
      <w:rPr>
        <w:rFonts w:ascii="Calibri" w:hAnsi="Calibri" w:hint="default"/>
        <w:b/>
        <w:bCs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215" w:hanging="360"/>
      </w:pPr>
    </w:lvl>
    <w:lvl w:ilvl="2" w:tplc="0409001B">
      <w:start w:val="1"/>
      <w:numFmt w:val="lowerRoman"/>
      <w:lvlText w:val="%3."/>
      <w:lvlJc w:val="right"/>
      <w:pPr>
        <w:ind w:left="1935" w:hanging="180"/>
      </w:pPr>
    </w:lvl>
    <w:lvl w:ilvl="3" w:tplc="0409000F">
      <w:start w:val="1"/>
      <w:numFmt w:val="decimal"/>
      <w:lvlText w:val="%4."/>
      <w:lvlJc w:val="left"/>
      <w:pPr>
        <w:ind w:left="2655" w:hanging="360"/>
      </w:pPr>
    </w:lvl>
    <w:lvl w:ilvl="4" w:tplc="04090019">
      <w:start w:val="1"/>
      <w:numFmt w:val="lowerLetter"/>
      <w:lvlText w:val="%5."/>
      <w:lvlJc w:val="left"/>
      <w:pPr>
        <w:ind w:left="3375" w:hanging="360"/>
      </w:pPr>
    </w:lvl>
    <w:lvl w:ilvl="5" w:tplc="0409001B">
      <w:start w:val="1"/>
      <w:numFmt w:val="lowerRoman"/>
      <w:lvlText w:val="%6."/>
      <w:lvlJc w:val="right"/>
      <w:pPr>
        <w:ind w:left="4095" w:hanging="180"/>
      </w:pPr>
    </w:lvl>
    <w:lvl w:ilvl="6" w:tplc="0409000F">
      <w:start w:val="1"/>
      <w:numFmt w:val="decimal"/>
      <w:lvlText w:val="%7."/>
      <w:lvlJc w:val="left"/>
      <w:pPr>
        <w:ind w:left="4815" w:hanging="360"/>
      </w:pPr>
    </w:lvl>
    <w:lvl w:ilvl="7" w:tplc="04090019">
      <w:start w:val="1"/>
      <w:numFmt w:val="lowerLetter"/>
      <w:lvlText w:val="%8."/>
      <w:lvlJc w:val="left"/>
      <w:pPr>
        <w:ind w:left="5535" w:hanging="360"/>
      </w:pPr>
    </w:lvl>
    <w:lvl w:ilvl="8" w:tplc="0409001B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638B24A4"/>
    <w:multiLevelType w:val="hybridMultilevel"/>
    <w:tmpl w:val="24C05A3A"/>
    <w:lvl w:ilvl="0" w:tplc="BDC26BBA">
      <w:start w:val="1"/>
      <w:numFmt w:val="decimal"/>
      <w:lvlText w:val="%1."/>
      <w:lvlJc w:val="left"/>
      <w:pPr>
        <w:ind w:left="495" w:hanging="360"/>
      </w:pPr>
      <w:rPr>
        <w:rFonts w:ascii="Calibri" w:hAnsi="Calibri" w:hint="default"/>
        <w:b/>
        <w:bCs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215" w:hanging="360"/>
      </w:pPr>
    </w:lvl>
    <w:lvl w:ilvl="2" w:tplc="0409001B">
      <w:start w:val="1"/>
      <w:numFmt w:val="lowerRoman"/>
      <w:lvlText w:val="%3."/>
      <w:lvlJc w:val="right"/>
      <w:pPr>
        <w:ind w:left="1935" w:hanging="180"/>
      </w:pPr>
    </w:lvl>
    <w:lvl w:ilvl="3" w:tplc="0409000F">
      <w:start w:val="1"/>
      <w:numFmt w:val="decimal"/>
      <w:lvlText w:val="%4."/>
      <w:lvlJc w:val="left"/>
      <w:pPr>
        <w:ind w:left="2655" w:hanging="360"/>
      </w:pPr>
    </w:lvl>
    <w:lvl w:ilvl="4" w:tplc="04090019">
      <w:start w:val="1"/>
      <w:numFmt w:val="lowerLetter"/>
      <w:lvlText w:val="%5."/>
      <w:lvlJc w:val="left"/>
      <w:pPr>
        <w:ind w:left="3375" w:hanging="360"/>
      </w:pPr>
    </w:lvl>
    <w:lvl w:ilvl="5" w:tplc="0409001B">
      <w:start w:val="1"/>
      <w:numFmt w:val="lowerRoman"/>
      <w:lvlText w:val="%6."/>
      <w:lvlJc w:val="right"/>
      <w:pPr>
        <w:ind w:left="4095" w:hanging="180"/>
      </w:pPr>
    </w:lvl>
    <w:lvl w:ilvl="6" w:tplc="0409000F">
      <w:start w:val="1"/>
      <w:numFmt w:val="decimal"/>
      <w:lvlText w:val="%7."/>
      <w:lvlJc w:val="left"/>
      <w:pPr>
        <w:ind w:left="4815" w:hanging="360"/>
      </w:pPr>
    </w:lvl>
    <w:lvl w:ilvl="7" w:tplc="04090019">
      <w:start w:val="1"/>
      <w:numFmt w:val="lowerLetter"/>
      <w:lvlText w:val="%8."/>
      <w:lvlJc w:val="left"/>
      <w:pPr>
        <w:ind w:left="5535" w:hanging="360"/>
      </w:pPr>
    </w:lvl>
    <w:lvl w:ilvl="8" w:tplc="0409001B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629A"/>
    <w:rsid w:val="00155A6F"/>
    <w:rsid w:val="00273DCF"/>
    <w:rsid w:val="004273A5"/>
    <w:rsid w:val="00530DD7"/>
    <w:rsid w:val="00605EE5"/>
    <w:rsid w:val="0064702D"/>
    <w:rsid w:val="006E5297"/>
    <w:rsid w:val="007D2DFC"/>
    <w:rsid w:val="00880821"/>
    <w:rsid w:val="009E1E7B"/>
    <w:rsid w:val="00AD2938"/>
    <w:rsid w:val="00BE6CAD"/>
    <w:rsid w:val="00C87868"/>
    <w:rsid w:val="00CD107A"/>
    <w:rsid w:val="00CE0A4E"/>
    <w:rsid w:val="00D82D74"/>
    <w:rsid w:val="00DD6DED"/>
    <w:rsid w:val="00E5629A"/>
    <w:rsid w:val="00F23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29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CE0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605EE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49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161</Words>
  <Characters>920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Питања за наставну јединицу: Термотерапија</dc:title>
  <dc:subject/>
  <dc:creator>Info</dc:creator>
  <cp:keywords/>
  <dc:description/>
  <cp:lastModifiedBy>veliki</cp:lastModifiedBy>
  <cp:revision>2</cp:revision>
  <dcterms:created xsi:type="dcterms:W3CDTF">2014-02-12T14:09:00Z</dcterms:created>
  <dcterms:modified xsi:type="dcterms:W3CDTF">2014-02-12T14:09:00Z</dcterms:modified>
</cp:coreProperties>
</file>